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KAY D  LARSON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- 50LB/23KG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- 50LB/23KG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