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KAY D  LARSON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19th,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077 2441989807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2:45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