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TRINORA ELAINE  PINTO SASSMAN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