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MARY JEAN  BOVE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April 7th, 2023 - Egypt Air /  MS602 / TLV - CAI  / Departure time 12:15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077 2441897954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07:30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08:15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07:45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