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G  MAGEE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12th,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077 2441989631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