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CATHERINE MARY  FISKNESS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077 2441855910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