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DUANE CARLTON  TUCKER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31,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 each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 each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077 2441855710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