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CHARMANE MARIE  HOLTERMAN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24, 2023 - Egypt Air /  MS592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077 2441729501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