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PAULINE LYDIA  HEE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RJ343 - TLV-AMM - Dep. Time 07:35 am - Arr. Time 09:20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22nd, 2023 - Royal Jordanian : RJ503 - AMM-CAI - Dep. Time 12:10 pm - Arr. Time 12:45 pm</w:t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During your layover in Amman, you will have access to the Crowne Lounge, where a Viking sign will be displayed and the lounge attendant will expect your arrival. In Terminal 1, once you pass Aldeasa Duty Free, the elevator is straight ahead, located above Starbucks.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etkt_number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4:00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