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NANCY BOTKINS  BUDD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Aura  Nava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53-8470230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Aura@gordontours.com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Aura  Nava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53-8470230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Aura@gordontours.com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