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BOTKINS  BUDD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17th,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06:15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07:00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