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JOAN  FUNASAKI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15,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