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ARIS   NIKAS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March 13, 2023 - Egypt Air /  MS594 / TLV - CAI  / Departure time 6:50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/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/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077 2441653602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2:15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1:45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