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WARREN  WILLIAMS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Ronit  Shwartz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50-588-3718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ronitschwartz12@gmail.com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Ronit  Shwartz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50-588-3718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ronitschwartz12@gmail.com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10, 2023 - Egypt Air /  MS592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PCS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PCS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