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EVELYN ELIZABETH  KOMENAS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6, 2023 - Egypt Air /  MS593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077 2441618189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