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ALICE  BEALER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3,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077 2441596197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