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STEPHEN MOEL  STINSON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6, 2023 - Egypt Air /  MS593 / TLV - CAI  / Departure time 6:50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077 2441653579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2:15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1:45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