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ZELGA TAGLE  DIWA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