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ALANNA SOPHIA  LOGAN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