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A  LOGAN JR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Liat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50-843-2963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liatpekker@gmail.com 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Liat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50-843-2963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liatpekker@gmail.com 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8,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
23 kgs kilograms/ 50 lbs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
23 kgs kilograms/ 50 lbs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771366262898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