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BETH SPRUILL  SAXE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