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JEANNE M  COLOMBO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February 27, 2023 - Egypt Air /  MS593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077 2441463597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