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bookmarkStart w:id="0" w:name="_GoBack"/>
      <w:bookmarkEnd w:id="0"/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SUSAN MARIE  SKOSKO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C2360B" w:rsidRDefault="002121A9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February 24th - Royal Jordanian : RJ343 - TLV-AMM - Dep. Time 07:35 am - Arr. Time 09:20 am / RJ503 - AMM-CAI - Dep. Time 12:10 pm - Arr. Time 12:45 pm</w:t>
      </w:r>
      <w:proofErr w:type="spellEnd"/>
    </w:p>
    <w:p w14:paraId="4A81DAE2" w14:textId="50E92584" w:rsidR="00C1293A" w:rsidRPr="00C2360B" w:rsidRDefault="00C1293A" w:rsidP="00C2360B">
      <w:pPr>
        <w:pStyle w:val="ListParagraph"/>
        <w:numPr>
          <w:ilvl w:val="0"/>
          <w:numId w:val="3"/>
        </w:numPr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C2360B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512 2114152370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6C259" w14:textId="77777777" w:rsidR="004111A1" w:rsidRDefault="004111A1" w:rsidP="00341CEA">
      <w:pPr>
        <w:spacing w:after="0" w:line="240" w:lineRule="auto"/>
      </w:pPr>
      <w:r>
        <w:separator/>
      </w:r>
    </w:p>
  </w:endnote>
  <w:endnote w:type="continuationSeparator" w:id="0">
    <w:p w14:paraId="10960998" w14:textId="77777777" w:rsidR="004111A1" w:rsidRDefault="004111A1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5117A" w14:textId="77777777" w:rsidR="004111A1" w:rsidRDefault="004111A1" w:rsidP="00341CEA">
      <w:pPr>
        <w:spacing w:after="0" w:line="240" w:lineRule="auto"/>
      </w:pPr>
      <w:r>
        <w:separator/>
      </w:r>
    </w:p>
  </w:footnote>
  <w:footnote w:type="continuationSeparator" w:id="0">
    <w:p w14:paraId="2BA15AB6" w14:textId="77777777" w:rsidR="004111A1" w:rsidRDefault="004111A1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  <w15:docId w15:val="{B17F9111-EAE0-4CE7-B73B-F6D9EA04D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</Template>
  <TotalTime>113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Guy Gordon</cp:lastModifiedBy>
  <cp:revision>36</cp:revision>
  <dcterms:created xsi:type="dcterms:W3CDTF">2023-01-23T19:20:00Z</dcterms:created>
  <dcterms:modified xsi:type="dcterms:W3CDTF">2023-02-19T10:33:00Z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