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ANITA R  MAC KAY</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512 2114152366</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