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MICHAEL DANE  WALLISCH</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512 2114152364</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