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MARTHA ANN  MITCHELL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512 2114152371</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